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1B999C0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664723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664723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2A17744E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66472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6472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A505835" w:rsidR="00E03342" w:rsidRPr="00015E91" w:rsidRDefault="00015E91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5E9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ABDDBB5" w:rsidR="00015B8F" w:rsidRPr="009C54AE" w:rsidRDefault="00015E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6B93FE5D" w:rsidR="0085747A" w:rsidRPr="009C54AE" w:rsidRDefault="00015E91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0162CF08" w:rsidR="00C61DC5" w:rsidRPr="009C54AE" w:rsidRDefault="00015E91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PWSZ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5409" w14:textId="77777777" w:rsidR="009F06C6" w:rsidRDefault="009F06C6" w:rsidP="00C16ABF">
      <w:pPr>
        <w:spacing w:after="0" w:line="240" w:lineRule="auto"/>
      </w:pPr>
      <w:r>
        <w:separator/>
      </w:r>
    </w:p>
  </w:endnote>
  <w:endnote w:type="continuationSeparator" w:id="0">
    <w:p w14:paraId="22BF69FC" w14:textId="77777777" w:rsidR="009F06C6" w:rsidRDefault="009F06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AAAAB" w14:textId="77777777" w:rsidR="009F06C6" w:rsidRDefault="009F06C6" w:rsidP="00C16ABF">
      <w:pPr>
        <w:spacing w:after="0" w:line="240" w:lineRule="auto"/>
      </w:pPr>
      <w:r>
        <w:separator/>
      </w:r>
    </w:p>
  </w:footnote>
  <w:footnote w:type="continuationSeparator" w:id="0">
    <w:p w14:paraId="3FBF87A0" w14:textId="77777777" w:rsidR="009F06C6" w:rsidRDefault="009F06C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2714"/>
    <w:rsid w:val="000048FD"/>
    <w:rsid w:val="000077B4"/>
    <w:rsid w:val="00015B8F"/>
    <w:rsid w:val="00015E91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64723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01FC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06C6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CB642F-DCD7-4C0D-9CD8-82779877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918</Words>
  <Characters>5509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23</cp:revision>
  <cp:lastPrinted>2017-05-04T18:28:00Z</cp:lastPrinted>
  <dcterms:created xsi:type="dcterms:W3CDTF">2020-12-04T20:03:00Z</dcterms:created>
  <dcterms:modified xsi:type="dcterms:W3CDTF">2021-09-03T09:18:00Z</dcterms:modified>
</cp:coreProperties>
</file>